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331EC" w14:textId="77777777" w:rsidR="00AD1C13" w:rsidRDefault="00AD1C13" w:rsidP="00CC14A5"/>
    <w:p w14:paraId="465F06E5" w14:textId="77777777" w:rsidR="00AD1C13" w:rsidRDefault="00AD1C13" w:rsidP="00CC14A5"/>
    <w:p w14:paraId="46986911" w14:textId="77777777" w:rsidR="00AD1C13" w:rsidRDefault="00AD1C13" w:rsidP="00CC14A5"/>
    <w:p w14:paraId="60037DE7" w14:textId="77777777" w:rsidR="00AD1C13" w:rsidRDefault="00AD1C13" w:rsidP="00CC14A5"/>
    <w:p w14:paraId="0101E0C3" w14:textId="77777777" w:rsidR="00AD1C13" w:rsidRPr="00CC14A5" w:rsidRDefault="00AD1C13" w:rsidP="00CC14A5">
      <w:pPr>
        <w:sectPr w:rsidR="00AD1C13" w:rsidRPr="00CC14A5" w:rsidSect="00977702">
          <w:headerReference w:type="default" r:id="rId7"/>
          <w:footerReference w:type="default" r:id="rId8"/>
          <w:headerReference w:type="first" r:id="rId9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40184426" w14:textId="77777777" w:rsidR="00AD1C13" w:rsidRDefault="00AD1C13" w:rsidP="00CC14A5">
      <w:pPr>
        <w:pStyle w:val="Caption"/>
        <w:framePr w:w="3828" w:h="1074" w:hRule="exact" w:hSpace="180" w:wrap="around" w:vAnchor="text" w:x="7102" w:y="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pacing w:val="0"/>
          <w:position w:val="0"/>
        </w:rPr>
      </w:pPr>
      <w:r>
        <w:rPr>
          <w:spacing w:val="0"/>
          <w:position w:val="0"/>
        </w:rPr>
        <w:t>ASUTUSESISESEKS KASUTAMISEKS</w:t>
      </w:r>
    </w:p>
    <w:p w14:paraId="7DFB3F31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>Märge tehtud</w:t>
      </w:r>
      <w:r w:rsidR="00811124">
        <w:rPr>
          <w:rFonts w:ascii="Arial" w:hAnsi="Arial" w:cs="Arial"/>
          <w:b/>
          <w:bCs/>
          <w:spacing w:val="0"/>
          <w:sz w:val="16"/>
        </w:rPr>
        <w:t xml:space="preserve"> </w:t>
      </w:r>
      <w:r w:rsidR="00811124" w:rsidRPr="00811124">
        <w:rPr>
          <w:rFonts w:ascii="Arial" w:hAnsi="Arial" w:cs="Arial"/>
          <w:bCs/>
          <w:spacing w:val="0"/>
          <w:sz w:val="16"/>
        </w:rPr>
        <w:t>(digitaalallkirja kuupäev)</w:t>
      </w:r>
    </w:p>
    <w:p w14:paraId="2AB43ADB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spacing w:val="0"/>
          <w:sz w:val="16"/>
        </w:rPr>
        <w:t>Riigimetsa Majandamise Keskuses.</w:t>
      </w:r>
    </w:p>
    <w:p w14:paraId="5F42A75E" w14:textId="77777777" w:rsidR="00AD1C13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pacing w:val="0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Kehtib kuni </w:t>
      </w:r>
      <w:bookmarkStart w:id="0" w:name="Text40"/>
      <w:r>
        <w:rPr>
          <w:rFonts w:ascii="Arial" w:hAnsi="Arial" w:cs="Arial"/>
          <w:spacing w:val="0"/>
          <w:sz w:val="16"/>
        </w:rPr>
        <w:fldChar w:fldCharType="begin">
          <w:ffData>
            <w:name w:val="Text40"/>
            <w:enabled/>
            <w:calcOnExit w:val="0"/>
            <w:helpText w:type="text" w:val="Kirjutage siia kehtivusaeg.Näiteks: asja kohtusse esitamiseni, kuidmitte kauemaks kui aegumistähtaja lõpuni Seejärel liikuge Tab klahviga järgmisele väljale."/>
            <w:statusText w:type="text" w:val="Kirjutage siia kehtivusaeg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 xml:space="preserve"> </w:t>
      </w:r>
      <w:r w:rsidR="00811124" w:rsidRPr="00811124">
        <w:rPr>
          <w:rFonts w:ascii="Arial" w:hAnsi="Arial" w:cs="Arial"/>
          <w:noProof/>
          <w:spacing w:val="0"/>
          <w:sz w:val="16"/>
        </w:rPr>
        <w:t>(</w:t>
      </w:r>
      <w:r w:rsidR="00D5383A">
        <w:rPr>
          <w:rFonts w:ascii="Arial" w:hAnsi="Arial" w:cs="Arial"/>
          <w:noProof/>
          <w:spacing w:val="0"/>
          <w:sz w:val="16"/>
        </w:rPr>
        <w:t>7</w:t>
      </w:r>
      <w:r w:rsidR="00811124" w:rsidRPr="00811124">
        <w:rPr>
          <w:rFonts w:ascii="Arial" w:hAnsi="Arial" w:cs="Arial"/>
          <w:noProof/>
          <w:spacing w:val="0"/>
          <w:sz w:val="16"/>
        </w:rPr>
        <w:t>5 aastat digitaalallkirja kuupäevast)</w:t>
      </w:r>
      <w:r>
        <w:rPr>
          <w:rFonts w:ascii="Arial" w:hAnsi="Arial" w:cs="Arial"/>
          <w:spacing w:val="0"/>
          <w:sz w:val="16"/>
        </w:rPr>
        <w:fldChar w:fldCharType="end"/>
      </w:r>
      <w:bookmarkEnd w:id="0"/>
    </w:p>
    <w:p w14:paraId="1B1BA9C0" w14:textId="77777777" w:rsidR="00AD1C13" w:rsidRPr="00996BAE" w:rsidRDefault="00AD1C13" w:rsidP="00CC14A5">
      <w:pPr>
        <w:framePr w:w="3828" w:h="1074" w:hRule="exact" w:hSpace="180" w:wrap="around" w:vAnchor="text" w:hAnchor="page" w:x="7102" w:y="3"/>
        <w:rPr>
          <w:rFonts w:ascii="Arial" w:hAnsi="Arial" w:cs="Arial"/>
          <w:sz w:val="16"/>
        </w:rPr>
      </w:pPr>
      <w:r>
        <w:rPr>
          <w:rFonts w:ascii="Arial" w:hAnsi="Arial" w:cs="Arial"/>
          <w:b/>
          <w:bCs/>
          <w:spacing w:val="0"/>
          <w:sz w:val="16"/>
        </w:rPr>
        <w:t xml:space="preserve">Alus </w:t>
      </w:r>
      <w:bookmarkStart w:id="1" w:name="Text41"/>
      <w:r>
        <w:rPr>
          <w:rFonts w:ascii="Arial" w:hAnsi="Arial" w:cs="Arial"/>
          <w:spacing w:val="0"/>
          <w:sz w:val="16"/>
        </w:rPr>
        <w:fldChar w:fldCharType="begin">
          <w:ffData>
            <w:name w:val="Text41"/>
            <w:enabled/>
            <w:calcOnExit w:val="0"/>
            <w:helpText w:type="text" w:val="Kirjutage siia viide seadusele.Näiteks: AvTSSeejärel liikuge Tab klahviga järgmisele väljale."/>
            <w:statusText w:type="text" w:val="Kirjutage siia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AvTS</w:t>
      </w:r>
      <w:r>
        <w:rPr>
          <w:rFonts w:ascii="Arial" w:hAnsi="Arial" w:cs="Arial"/>
          <w:spacing w:val="0"/>
          <w:sz w:val="16"/>
        </w:rPr>
        <w:fldChar w:fldCharType="end"/>
      </w:r>
      <w:bookmarkEnd w:id="1"/>
      <w:r>
        <w:rPr>
          <w:rFonts w:ascii="Arial" w:hAnsi="Arial" w:cs="Arial"/>
          <w:spacing w:val="0"/>
          <w:sz w:val="16"/>
        </w:rPr>
        <w:t xml:space="preserve"> § </w:t>
      </w:r>
      <w:bookmarkStart w:id="2" w:name="Text42"/>
      <w:r>
        <w:rPr>
          <w:rFonts w:ascii="Arial" w:hAnsi="Arial" w:cs="Arial"/>
          <w:spacing w:val="0"/>
          <w:sz w:val="16"/>
        </w:rPr>
        <w:fldChar w:fldCharType="begin">
          <w:ffData>
            <w:name w:val="Text42"/>
            <w:enabled/>
            <w:calcOnExit w:val="0"/>
            <w:helpText w:type="text" w:val="Kirjutage siia paragrahvi number.Näiteks: 35Seejärel liikuge Tab klahviga järgmisele väljale."/>
            <w:statusText w:type="text" w:val="Kirjutage siia paragrahv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35</w:t>
      </w:r>
      <w:r>
        <w:rPr>
          <w:rFonts w:ascii="Arial" w:hAnsi="Arial" w:cs="Arial"/>
          <w:spacing w:val="0"/>
          <w:sz w:val="16"/>
        </w:rPr>
        <w:fldChar w:fldCharType="end"/>
      </w:r>
      <w:bookmarkEnd w:id="2"/>
      <w:r>
        <w:rPr>
          <w:rFonts w:ascii="Arial" w:hAnsi="Arial" w:cs="Arial"/>
          <w:spacing w:val="0"/>
          <w:sz w:val="16"/>
        </w:rPr>
        <w:t xml:space="preserve"> lg </w:t>
      </w:r>
      <w:bookmarkStart w:id="3" w:name="Text43"/>
      <w:r>
        <w:rPr>
          <w:rFonts w:ascii="Arial" w:hAnsi="Arial" w:cs="Arial"/>
          <w:spacing w:val="0"/>
          <w:sz w:val="16"/>
        </w:rPr>
        <w:fldChar w:fldCharType="begin">
          <w:ffData>
            <w:name w:val="Text43"/>
            <w:enabled/>
            <w:calcOnExit w:val="0"/>
            <w:helpText w:type="text" w:val="Kirjutage siia paragrahvi lõike number.Näiteks: 1Seejärel liikuge Tab klahviga järgmisele väljale."/>
            <w:statusText w:type="text" w:val="Kirjutage siia paragrahvi lõike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>
        <w:rPr>
          <w:rFonts w:ascii="Arial" w:hAnsi="Arial" w:cs="Arial"/>
          <w:spacing w:val="0"/>
          <w:sz w:val="16"/>
        </w:rPr>
        <w:fldChar w:fldCharType="end"/>
      </w:r>
      <w:bookmarkEnd w:id="3"/>
      <w:r>
        <w:rPr>
          <w:rFonts w:ascii="Arial" w:hAnsi="Arial" w:cs="Arial"/>
          <w:spacing w:val="0"/>
          <w:sz w:val="16"/>
        </w:rPr>
        <w:t xml:space="preserve"> p </w:t>
      </w:r>
      <w:bookmarkStart w:id="4" w:name="Text44"/>
      <w:r>
        <w:rPr>
          <w:rFonts w:ascii="Arial" w:hAnsi="Arial" w:cs="Arial"/>
          <w:spacing w:val="0"/>
          <w:sz w:val="16"/>
        </w:rPr>
        <w:fldChar w:fldCharType="begin">
          <w:ffData>
            <w:name w:val="Text44"/>
            <w:enabled/>
            <w:calcOnExit w:val="0"/>
            <w:helpText w:type="text" w:val="Kirjutage siia paragrahvi lõike punkti number.Näiteks: 1Seejärel liikuge Tab klahviga järgmisele väljale."/>
            <w:statusText w:type="text" w:val="Kirjutage siia paragrahvi lõike punkti number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1</w:t>
      </w:r>
      <w:r w:rsidR="00D5383A">
        <w:rPr>
          <w:rFonts w:ascii="Arial" w:hAnsi="Arial" w:cs="Arial"/>
          <w:noProof/>
          <w:spacing w:val="0"/>
          <w:sz w:val="16"/>
        </w:rPr>
        <w:t>2</w:t>
      </w:r>
      <w:r>
        <w:rPr>
          <w:rFonts w:ascii="Arial" w:hAnsi="Arial" w:cs="Arial"/>
          <w:spacing w:val="0"/>
          <w:sz w:val="16"/>
        </w:rPr>
        <w:fldChar w:fldCharType="end"/>
      </w:r>
      <w:bookmarkEnd w:id="4"/>
      <w:r>
        <w:rPr>
          <w:rFonts w:ascii="Arial" w:hAnsi="Arial" w:cs="Arial"/>
          <w:spacing w:val="0"/>
          <w:sz w:val="16"/>
        </w:rPr>
        <w:t xml:space="preserve">. </w:t>
      </w:r>
      <w:bookmarkStart w:id="5" w:name="Text48"/>
      <w:r>
        <w:rPr>
          <w:rFonts w:ascii="Arial" w:hAnsi="Arial" w:cs="Arial"/>
          <w:spacing w:val="0"/>
          <w:sz w:val="16"/>
        </w:rPr>
        <w:fldChar w:fldCharType="begin">
          <w:ffData>
            <w:name w:val="Text48"/>
            <w:enabled/>
            <w:calcOnExit w:val="0"/>
            <w:helpText w:type="text" w:val="Vajadusel kirjutage siia teine viide seadusele.Näiteks: AvTS, § 35, lg 1, p 1.Seejärel liikuge Tab klahviga järgmisele väljale."/>
            <w:statusText w:type="text" w:val="Vajadusel kirjutage siia teine viide seadusele (vt F1)"/>
            <w:textInput/>
          </w:ffData>
        </w:fldChar>
      </w:r>
      <w:r>
        <w:rPr>
          <w:rFonts w:ascii="Arial" w:hAnsi="Arial" w:cs="Arial"/>
          <w:spacing w:val="0"/>
          <w:sz w:val="16"/>
        </w:rPr>
        <w:instrText xml:space="preserve"> FORMTEXT </w:instrText>
      </w:r>
      <w:r>
        <w:rPr>
          <w:rFonts w:ascii="Arial" w:hAnsi="Arial" w:cs="Arial"/>
          <w:spacing w:val="0"/>
          <w:sz w:val="16"/>
        </w:rPr>
      </w:r>
      <w:r>
        <w:rPr>
          <w:rFonts w:ascii="Arial" w:hAnsi="Arial" w:cs="Arial"/>
          <w:spacing w:val="0"/>
          <w:sz w:val="16"/>
        </w:rPr>
        <w:fldChar w:fldCharType="separate"/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noProof/>
          <w:spacing w:val="0"/>
          <w:sz w:val="16"/>
        </w:rPr>
        <w:t> </w:t>
      </w:r>
      <w:r>
        <w:rPr>
          <w:rFonts w:ascii="Arial" w:hAnsi="Arial" w:cs="Arial"/>
          <w:spacing w:val="0"/>
          <w:sz w:val="16"/>
        </w:rPr>
        <w:fldChar w:fldCharType="end"/>
      </w:r>
      <w:bookmarkEnd w:id="5"/>
    </w:p>
    <w:p w14:paraId="0F4BF41C" w14:textId="77777777" w:rsidR="00AD1C13" w:rsidRDefault="00AD1C13">
      <w:pPr>
        <w:rPr>
          <w:b/>
          <w:bCs/>
        </w:rPr>
      </w:pPr>
    </w:p>
    <w:p w14:paraId="6FE082FA" w14:textId="77777777" w:rsidR="00AD1C13" w:rsidRDefault="00AD1C13">
      <w:pPr>
        <w:rPr>
          <w:b/>
          <w:bCs/>
        </w:rPr>
      </w:pPr>
    </w:p>
    <w:p w14:paraId="130DA27D" w14:textId="77777777" w:rsidR="00AD1C13" w:rsidRDefault="00AD1C13">
      <w:pPr>
        <w:rPr>
          <w:b/>
          <w:bCs/>
        </w:rPr>
      </w:pPr>
    </w:p>
    <w:p w14:paraId="0D1F5E05" w14:textId="77777777" w:rsidR="00AD1C13" w:rsidRDefault="00AD1C13">
      <w:pPr>
        <w:rPr>
          <w:b/>
          <w:bCs/>
        </w:rPr>
      </w:pPr>
    </w:p>
    <w:p w14:paraId="076699AC" w14:textId="77777777" w:rsidR="00AD1C13" w:rsidRDefault="00AD1C13">
      <w:pPr>
        <w:rPr>
          <w:b/>
          <w:bCs/>
        </w:rPr>
        <w:sectPr w:rsidR="00AD1C13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titlePg/>
        </w:sectPr>
      </w:pPr>
    </w:p>
    <w:p w14:paraId="06220346" w14:textId="77777777" w:rsidR="00AD1C13" w:rsidRDefault="00AD1C13">
      <w:pPr>
        <w:rPr>
          <w:b/>
          <w:bCs/>
        </w:rPr>
      </w:pPr>
    </w:p>
    <w:tbl>
      <w:tblPr>
        <w:tblpPr w:leftFromText="141" w:rightFromText="141" w:vertAnchor="text" w:horzAnchor="margin" w:tblpY="239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AD1C13" w14:paraId="3E7A260B" w14:textId="77777777" w:rsidTr="00E6175F">
        <w:trPr>
          <w:cantSplit/>
          <w:trHeight w:val="285"/>
        </w:trPr>
        <w:tc>
          <w:tcPr>
            <w:tcW w:w="5216" w:type="dxa"/>
            <w:vMerge w:val="restart"/>
          </w:tcPr>
          <w:p w14:paraId="61E45936" w14:textId="77777777" w:rsidR="00AD1C13" w:rsidRDefault="00AD1C13" w:rsidP="00E6175F">
            <w:pPr>
              <w:pStyle w:val="Heading4"/>
              <w:framePr w:w="0" w:hRule="auto" w:wrap="auto" w:vAnchor="margin" w:hAnchor="text" w:xAlign="left" w:yAlign="inline"/>
            </w:pPr>
            <w:r>
              <w:t>AKT</w:t>
            </w:r>
          </w:p>
          <w:p w14:paraId="103F6315" w14:textId="77777777" w:rsidR="00AD1C13" w:rsidRDefault="00AD1C13" w:rsidP="00E6175F"/>
        </w:tc>
        <w:tc>
          <w:tcPr>
            <w:tcW w:w="4309" w:type="dxa"/>
            <w:vMerge w:val="restart"/>
          </w:tcPr>
          <w:p w14:paraId="6AC8D6C5" w14:textId="77777777" w:rsidR="00811124" w:rsidRDefault="00811124" w:rsidP="00811124">
            <w:pPr>
              <w:rPr>
                <w:rFonts w:ascii="Arial" w:hAnsi="Arial" w:cs="Arial"/>
              </w:rPr>
            </w:pPr>
          </w:p>
          <w:p w14:paraId="35E441F9" w14:textId="77777777" w:rsidR="00811124" w:rsidRDefault="00811124" w:rsidP="00811124">
            <w:pPr>
              <w:rPr>
                <w:rFonts w:ascii="Arial" w:hAnsi="Arial" w:cs="Arial"/>
              </w:rPr>
            </w:pPr>
          </w:p>
          <w:p w14:paraId="10C3B16C" w14:textId="77777777" w:rsidR="00AD1C13" w:rsidRDefault="00811124" w:rsidP="00811124">
            <w:r w:rsidRPr="00811124">
              <w:t>/hilisema digitaalallkirja kuupäevale</w:t>
            </w:r>
            <w:r>
              <w:t>/</w:t>
            </w:r>
          </w:p>
        </w:tc>
      </w:tr>
      <w:tr w:rsidR="00AD1C13" w14:paraId="3563F000" w14:textId="77777777" w:rsidTr="00E6175F">
        <w:trPr>
          <w:cantSplit/>
          <w:trHeight w:val="740"/>
        </w:trPr>
        <w:tc>
          <w:tcPr>
            <w:tcW w:w="5216" w:type="dxa"/>
            <w:vMerge/>
          </w:tcPr>
          <w:p w14:paraId="6F125B78" w14:textId="77777777" w:rsidR="00AD1C13" w:rsidRDefault="00AD1C13" w:rsidP="00E6175F"/>
        </w:tc>
        <w:tc>
          <w:tcPr>
            <w:tcW w:w="4309" w:type="dxa"/>
            <w:vMerge/>
          </w:tcPr>
          <w:p w14:paraId="2E4C04E1" w14:textId="77777777" w:rsidR="00AD1C13" w:rsidRDefault="00AD1C13" w:rsidP="00E6175F"/>
        </w:tc>
      </w:tr>
    </w:tbl>
    <w:p w14:paraId="55FAF5AF" w14:textId="77777777" w:rsidR="00AD1C13" w:rsidRDefault="00AD1C13">
      <w:pPr>
        <w:rPr>
          <w:b/>
          <w:bCs/>
        </w:rPr>
      </w:pPr>
    </w:p>
    <w:p w14:paraId="17B01192" w14:textId="77777777" w:rsidR="00AD1C13" w:rsidRDefault="00AD1C13">
      <w:pPr>
        <w:rPr>
          <w:b/>
          <w:bCs/>
        </w:rPr>
      </w:pPr>
      <w:r>
        <w:rPr>
          <w:b/>
          <w:bCs/>
        </w:rPr>
        <w:t xml:space="preserve">Metsamaterjali vastuvõtmine </w:t>
      </w:r>
    </w:p>
    <w:p w14:paraId="589EBD18" w14:textId="77777777" w:rsidR="00AD1C13" w:rsidRDefault="00AD1C13">
      <w:pPr>
        <w:rPr>
          <w:sz w:val="26"/>
        </w:rPr>
      </w:pPr>
    </w:p>
    <w:p w14:paraId="5CC91E41" w14:textId="77777777" w:rsidR="00AD1C13" w:rsidRDefault="00AD1C13">
      <w:pPr>
        <w:sectPr w:rsidR="00AD1C13" w:rsidSect="00977702">
          <w:type w:val="continuous"/>
          <w:pgSz w:w="11906" w:h="16838" w:code="9"/>
          <w:pgMar w:top="737" w:right="680" w:bottom="737" w:left="1701" w:header="454" w:footer="567" w:gutter="0"/>
          <w:cols w:space="708"/>
          <w:formProt w:val="0"/>
          <w:titlePg/>
        </w:sectPr>
      </w:pPr>
    </w:p>
    <w:p w14:paraId="05ABA738" w14:textId="1B6397CD" w:rsidR="00346689" w:rsidRDefault="00AD1C13" w:rsidP="008831D9">
      <w:pPr>
        <w:jc w:val="both"/>
      </w:pPr>
      <w:r>
        <w:t>1. Käesolevaga Riigimetsa Majandamise Keskus (e</w:t>
      </w:r>
      <w:r w:rsidR="00E52277">
        <w:t>daspidi RMK) annab üle ja</w:t>
      </w:r>
      <w:r w:rsidR="008831D9">
        <w:t xml:space="preserve"> </w:t>
      </w:r>
      <w:proofErr w:type="spellStart"/>
      <w:r w:rsidR="00C76185">
        <w:t>Priimo</w:t>
      </w:r>
      <w:proofErr w:type="spellEnd"/>
      <w:r w:rsidR="00C76185">
        <w:t xml:space="preserve"> Mets </w:t>
      </w:r>
      <w:r w:rsidR="007E4357" w:rsidRPr="007E4357">
        <w:t>OÜ</w:t>
      </w:r>
      <w:r w:rsidR="007E4357">
        <w:t xml:space="preserve">, keda esindab juhatuse liige </w:t>
      </w:r>
      <w:r w:rsidR="00357E7C">
        <w:t xml:space="preserve"> </w:t>
      </w:r>
      <w:r w:rsidR="00C76185">
        <w:t xml:space="preserve">Aivo </w:t>
      </w:r>
      <w:proofErr w:type="spellStart"/>
      <w:r w:rsidR="00C76185">
        <w:t>Mündel</w:t>
      </w:r>
      <w:proofErr w:type="spellEnd"/>
      <w:r w:rsidR="004D3B3F" w:rsidRPr="004D3B3F">
        <w:t xml:space="preserve"> </w:t>
      </w:r>
      <w:r>
        <w:t xml:space="preserve">(edaspidi maaomanik) võtab vastu </w:t>
      </w:r>
      <w:r w:rsidR="001C6A86">
        <w:t>Harjumaal</w:t>
      </w:r>
      <w:r w:rsidR="00207E90">
        <w:t>,</w:t>
      </w:r>
      <w:r w:rsidR="00EE2003">
        <w:t xml:space="preserve"> </w:t>
      </w:r>
      <w:r w:rsidR="00226C94">
        <w:t>Saue</w:t>
      </w:r>
      <w:r w:rsidR="006E5843">
        <w:t xml:space="preserve"> vallas</w:t>
      </w:r>
      <w:r w:rsidR="00DB7C0B">
        <w:t>,</w:t>
      </w:r>
      <w:r w:rsidR="00EE2003">
        <w:t xml:space="preserve"> </w:t>
      </w:r>
      <w:r w:rsidR="00226C94">
        <w:t>Maidla külas</w:t>
      </w:r>
      <w:r w:rsidR="00EE2003">
        <w:t xml:space="preserve">, </w:t>
      </w:r>
      <w:r w:rsidR="00226C94">
        <w:t>Kurtna-Maidla</w:t>
      </w:r>
      <w:r w:rsidR="006E5843">
        <w:t xml:space="preserve"> </w:t>
      </w:r>
      <w:r w:rsidR="00346689">
        <w:t>m</w:t>
      </w:r>
      <w:r w:rsidR="006E5843">
        <w:t>aa</w:t>
      </w:r>
      <w:r w:rsidR="00D63C7C">
        <w:t>parandus</w:t>
      </w:r>
      <w:r w:rsidR="006E5843">
        <w:t>objekti</w:t>
      </w:r>
      <w:r w:rsidR="00346689">
        <w:t xml:space="preserve"> rekonstrueerimise </w:t>
      </w:r>
      <w:r>
        <w:t>raadamistöödel maa</w:t>
      </w:r>
      <w:r w:rsidR="00E52277">
        <w:t>omanikule kuuluval</w:t>
      </w:r>
      <w:r w:rsidR="008831D9">
        <w:t xml:space="preserve"> </w:t>
      </w:r>
      <w:r w:rsidR="00B821D0">
        <w:t>Kubja</w:t>
      </w:r>
      <w:r w:rsidR="00E52277">
        <w:t xml:space="preserve"> </w:t>
      </w:r>
      <w:r w:rsidR="00580445">
        <w:t>katastriüksusel</w:t>
      </w:r>
      <w:r w:rsidR="00B6384F">
        <w:t xml:space="preserve"> </w:t>
      </w:r>
      <w:r w:rsidR="001A12FA">
        <w:t xml:space="preserve">nr </w:t>
      </w:r>
      <w:r w:rsidR="001E645A" w:rsidRPr="001E645A">
        <w:t>72704:003:0039</w:t>
      </w:r>
      <w:r w:rsidR="00A80143">
        <w:t xml:space="preserve">, </w:t>
      </w:r>
      <w:r w:rsidR="00AA2F85">
        <w:t>metsa</w:t>
      </w:r>
      <w:r w:rsidR="00A80143">
        <w:t xml:space="preserve">teatisega </w:t>
      </w:r>
      <w:r w:rsidR="004F6C90">
        <w:t xml:space="preserve">nr </w:t>
      </w:r>
      <w:r w:rsidR="003B236A" w:rsidRPr="003B236A">
        <w:t>50001146300</w:t>
      </w:r>
      <w:r w:rsidR="004F6C90">
        <w:t xml:space="preserve"> </w:t>
      </w:r>
      <w:r w:rsidR="00207E90">
        <w:t>raiest saadud</w:t>
      </w:r>
      <w:r w:rsidR="00346689" w:rsidRPr="00346689">
        <w:t xml:space="preserve"> metsamaterjali</w:t>
      </w:r>
      <w:r w:rsidR="001B2B07">
        <w:t xml:space="preserve"> ning Vahtramäe </w:t>
      </w:r>
      <w:r w:rsidR="008D4880">
        <w:t xml:space="preserve">katastriüksusel nr </w:t>
      </w:r>
      <w:r w:rsidR="009B5DBC" w:rsidRPr="009B5DBC">
        <w:t>72704:003:0170</w:t>
      </w:r>
      <w:r w:rsidR="002A7A20">
        <w:t xml:space="preserve">, metsateatisega nr </w:t>
      </w:r>
      <w:r w:rsidR="00DB3EC2" w:rsidRPr="00DB3EC2">
        <w:t>50001149619</w:t>
      </w:r>
      <w:r w:rsidR="00DB3EC2">
        <w:t xml:space="preserve"> raiest saadud</w:t>
      </w:r>
      <w:r w:rsidR="001D2E07">
        <w:t xml:space="preserve"> metsamaterjali</w:t>
      </w:r>
      <w:r w:rsidR="00346689">
        <w:t>:</w:t>
      </w:r>
    </w:p>
    <w:p w14:paraId="3FEB4723" w14:textId="1EECB2D8" w:rsidR="001F652B" w:rsidRPr="00176102" w:rsidRDefault="001F652B" w:rsidP="001F652B">
      <w:pPr>
        <w:pStyle w:val="ListParagraph"/>
        <w:numPr>
          <w:ilvl w:val="0"/>
          <w:numId w:val="3"/>
        </w:numPr>
        <w:jc w:val="both"/>
      </w:pPr>
      <w:r>
        <w:t>Kuuse jäme palk</w:t>
      </w:r>
      <w:r>
        <w:tab/>
      </w:r>
      <w:r>
        <w:tab/>
      </w:r>
      <w:r w:rsidR="00E90E00">
        <w:t>20,9</w:t>
      </w:r>
      <w:r>
        <w:t xml:space="preserve"> m</w:t>
      </w:r>
      <w:r w:rsidRPr="002B594D">
        <w:rPr>
          <w:vertAlign w:val="superscript"/>
        </w:rPr>
        <w:t>3</w:t>
      </w:r>
    </w:p>
    <w:p w14:paraId="7C549476" w14:textId="3090EA89" w:rsidR="00176102" w:rsidRPr="001F652B" w:rsidRDefault="008A13A6" w:rsidP="001F652B">
      <w:pPr>
        <w:pStyle w:val="ListParagraph"/>
        <w:numPr>
          <w:ilvl w:val="0"/>
          <w:numId w:val="3"/>
        </w:numPr>
        <w:jc w:val="both"/>
      </w:pPr>
      <w:r>
        <w:t>Kuuse peenike palk            10,5 m</w:t>
      </w:r>
      <w:r w:rsidRPr="008A13A6">
        <w:rPr>
          <w:vertAlign w:val="superscript"/>
        </w:rPr>
        <w:t>3</w:t>
      </w:r>
    </w:p>
    <w:p w14:paraId="4014E727" w14:textId="73C09A01" w:rsidR="001F652B" w:rsidRPr="00EE2003" w:rsidRDefault="001F652B" w:rsidP="001F652B">
      <w:pPr>
        <w:pStyle w:val="ListParagraph"/>
        <w:numPr>
          <w:ilvl w:val="0"/>
          <w:numId w:val="3"/>
        </w:numPr>
        <w:jc w:val="both"/>
      </w:pPr>
      <w:r>
        <w:t>Kuuse paberipuu</w:t>
      </w:r>
      <w:r>
        <w:tab/>
      </w:r>
      <w:r>
        <w:tab/>
      </w:r>
      <w:r w:rsidR="00CA4F63">
        <w:t>28,1</w:t>
      </w:r>
      <w:r>
        <w:t xml:space="preserve"> m</w:t>
      </w:r>
      <w:r w:rsidRPr="002B594D">
        <w:rPr>
          <w:vertAlign w:val="superscript"/>
        </w:rPr>
        <w:t>3</w:t>
      </w:r>
    </w:p>
    <w:p w14:paraId="7CF48A0C" w14:textId="54252170" w:rsidR="001F652B" w:rsidRPr="00EE2003" w:rsidRDefault="001F652B" w:rsidP="001F652B">
      <w:pPr>
        <w:pStyle w:val="ListParagraph"/>
        <w:numPr>
          <w:ilvl w:val="0"/>
          <w:numId w:val="3"/>
        </w:numPr>
        <w:jc w:val="both"/>
      </w:pPr>
      <w:r>
        <w:t xml:space="preserve">Kase </w:t>
      </w:r>
      <w:r w:rsidR="00A568D8">
        <w:t>paberipuu</w:t>
      </w:r>
      <w:r>
        <w:tab/>
      </w:r>
      <w:r>
        <w:tab/>
      </w:r>
      <w:r w:rsidR="00A568D8">
        <w:t>16,3</w:t>
      </w:r>
      <w:r>
        <w:t xml:space="preserve"> m</w:t>
      </w:r>
      <w:r w:rsidRPr="002B594D">
        <w:rPr>
          <w:vertAlign w:val="superscript"/>
        </w:rPr>
        <w:t>3</w:t>
      </w:r>
    </w:p>
    <w:p w14:paraId="3CB5A72F" w14:textId="0E328E40" w:rsidR="001F652B" w:rsidRDefault="001F652B" w:rsidP="001F652B">
      <w:pPr>
        <w:pStyle w:val="ListParagraph"/>
        <w:numPr>
          <w:ilvl w:val="0"/>
          <w:numId w:val="3"/>
        </w:numPr>
        <w:jc w:val="both"/>
      </w:pPr>
      <w:r>
        <w:t>Haava paberipuu</w:t>
      </w:r>
      <w:r>
        <w:tab/>
      </w:r>
      <w:r>
        <w:tab/>
      </w:r>
      <w:r w:rsidR="002E10C9">
        <w:t>4,6</w:t>
      </w:r>
      <w:r>
        <w:t xml:space="preserve"> m</w:t>
      </w:r>
      <w:r w:rsidRPr="002B594D">
        <w:rPr>
          <w:vertAlign w:val="superscript"/>
        </w:rPr>
        <w:t>3</w:t>
      </w:r>
    </w:p>
    <w:p w14:paraId="1FDB7936" w14:textId="5D1D5D3E" w:rsidR="001F652B" w:rsidRPr="007B5710" w:rsidRDefault="001F652B" w:rsidP="001F652B">
      <w:pPr>
        <w:pStyle w:val="ListParagraph"/>
        <w:numPr>
          <w:ilvl w:val="0"/>
          <w:numId w:val="3"/>
        </w:numPr>
        <w:jc w:val="both"/>
      </w:pPr>
      <w:r>
        <w:t>Lehtpuu küttepuit</w:t>
      </w:r>
      <w:r>
        <w:tab/>
      </w:r>
      <w:r>
        <w:tab/>
      </w:r>
      <w:r w:rsidR="0004680A">
        <w:t>55,2</w:t>
      </w:r>
      <w:r>
        <w:t xml:space="preserve"> m</w:t>
      </w:r>
      <w:r w:rsidRPr="002B594D">
        <w:rPr>
          <w:vertAlign w:val="superscript"/>
        </w:rPr>
        <w:t>3</w:t>
      </w:r>
    </w:p>
    <w:p w14:paraId="16A3324F" w14:textId="29357D10" w:rsidR="007B5710" w:rsidRDefault="007B5710" w:rsidP="001F652B">
      <w:pPr>
        <w:pStyle w:val="ListParagraph"/>
        <w:numPr>
          <w:ilvl w:val="0"/>
          <w:numId w:val="3"/>
        </w:numPr>
        <w:jc w:val="both"/>
      </w:pPr>
      <w:r>
        <w:t xml:space="preserve">Okaspuu küttepuit               </w:t>
      </w:r>
      <w:r w:rsidR="00E05A55">
        <w:t>6</w:t>
      </w:r>
      <w:r w:rsidR="0030388B">
        <w:t>,1 m</w:t>
      </w:r>
      <w:r w:rsidR="0030388B" w:rsidRPr="0030388B">
        <w:rPr>
          <w:vertAlign w:val="superscript"/>
        </w:rPr>
        <w:t>3</w:t>
      </w:r>
    </w:p>
    <w:p w14:paraId="5EB6F8BA" w14:textId="2591F638" w:rsidR="001F652B" w:rsidRDefault="00BB2375" w:rsidP="001F652B">
      <w:pPr>
        <w:pStyle w:val="ListParagraph"/>
        <w:numPr>
          <w:ilvl w:val="0"/>
          <w:numId w:val="3"/>
        </w:numPr>
        <w:jc w:val="both"/>
      </w:pPr>
      <w:proofErr w:type="spellStart"/>
      <w:r>
        <w:t>Tüvesed</w:t>
      </w:r>
      <w:proofErr w:type="spellEnd"/>
      <w:r>
        <w:t xml:space="preserve">                             </w:t>
      </w:r>
      <w:r w:rsidR="001F652B">
        <w:t xml:space="preserve"> </w:t>
      </w:r>
      <w:r w:rsidR="003B485E">
        <w:t>66</w:t>
      </w:r>
      <w:r w:rsidR="001F652B">
        <w:t xml:space="preserve"> m</w:t>
      </w:r>
      <w:r w:rsidR="001F652B" w:rsidRPr="002B594D">
        <w:rPr>
          <w:vertAlign w:val="superscript"/>
        </w:rPr>
        <w:t>3</w:t>
      </w:r>
    </w:p>
    <w:p w14:paraId="1B7D2328" w14:textId="77777777" w:rsidR="001F652B" w:rsidRDefault="001F652B" w:rsidP="001F652B">
      <w:pPr>
        <w:jc w:val="both"/>
      </w:pPr>
    </w:p>
    <w:p w14:paraId="5AFBF4A1" w14:textId="68338B15" w:rsidR="00BB2375" w:rsidRDefault="00BB2375" w:rsidP="001F652B">
      <w:pPr>
        <w:jc w:val="both"/>
      </w:pPr>
      <w:r>
        <w:t xml:space="preserve">Kokku:                                           </w:t>
      </w:r>
      <w:r w:rsidR="00905CD8">
        <w:t>207</w:t>
      </w:r>
      <w:r w:rsidR="00EC6810">
        <w:t>,7</w:t>
      </w:r>
      <w:r w:rsidRPr="00BB2375">
        <w:t xml:space="preserve"> m</w:t>
      </w:r>
      <w:r w:rsidRPr="00BB2375">
        <w:rPr>
          <w:vertAlign w:val="superscript"/>
        </w:rPr>
        <w:t>3</w:t>
      </w:r>
      <w:r>
        <w:t>.</w:t>
      </w:r>
    </w:p>
    <w:p w14:paraId="7E791D19" w14:textId="77777777" w:rsidR="00346689" w:rsidRDefault="00346689" w:rsidP="008831D9">
      <w:pPr>
        <w:jc w:val="both"/>
      </w:pPr>
    </w:p>
    <w:p w14:paraId="075E3A34" w14:textId="7F739612" w:rsidR="00AD1C13" w:rsidRDefault="00020B81" w:rsidP="008831D9">
      <w:pPr>
        <w:jc w:val="both"/>
      </w:pPr>
      <w:r>
        <w:t>2. Maaomanik soovib raiest saadud materjali müüa RMK-</w:t>
      </w:r>
      <w:proofErr w:type="spellStart"/>
      <w:r>
        <w:t>le</w:t>
      </w:r>
      <w:proofErr w:type="spellEnd"/>
      <w:r w:rsidR="008831D9">
        <w:t>:</w:t>
      </w:r>
    </w:p>
    <w:p w14:paraId="1AC828F6" w14:textId="77777777" w:rsidR="00136D10" w:rsidRPr="00176102" w:rsidRDefault="00136D10" w:rsidP="00136D10">
      <w:pPr>
        <w:pStyle w:val="ListParagraph"/>
        <w:numPr>
          <w:ilvl w:val="0"/>
          <w:numId w:val="3"/>
        </w:numPr>
        <w:jc w:val="both"/>
      </w:pPr>
      <w:r>
        <w:t>Kuuse jäme palk</w:t>
      </w:r>
      <w:r>
        <w:tab/>
      </w:r>
      <w:r>
        <w:tab/>
        <w:t>20,9 m</w:t>
      </w:r>
      <w:r w:rsidRPr="002B594D">
        <w:rPr>
          <w:vertAlign w:val="superscript"/>
        </w:rPr>
        <w:t>3</w:t>
      </w:r>
    </w:p>
    <w:p w14:paraId="0BD834F2" w14:textId="77777777" w:rsidR="00136D10" w:rsidRPr="001F652B" w:rsidRDefault="00136D10" w:rsidP="00136D10">
      <w:pPr>
        <w:pStyle w:val="ListParagraph"/>
        <w:numPr>
          <w:ilvl w:val="0"/>
          <w:numId w:val="3"/>
        </w:numPr>
        <w:jc w:val="both"/>
      </w:pPr>
      <w:r>
        <w:t>Kuuse peenike palk            10,5 m</w:t>
      </w:r>
      <w:r w:rsidRPr="008A13A6">
        <w:rPr>
          <w:vertAlign w:val="superscript"/>
        </w:rPr>
        <w:t>3</w:t>
      </w:r>
    </w:p>
    <w:p w14:paraId="0073D7A6" w14:textId="77777777" w:rsidR="00136D10" w:rsidRPr="00EE2003" w:rsidRDefault="00136D10" w:rsidP="00136D10">
      <w:pPr>
        <w:pStyle w:val="ListParagraph"/>
        <w:numPr>
          <w:ilvl w:val="0"/>
          <w:numId w:val="3"/>
        </w:numPr>
        <w:jc w:val="both"/>
      </w:pPr>
      <w:r>
        <w:t>Kuuse paberipuu</w:t>
      </w:r>
      <w:r>
        <w:tab/>
      </w:r>
      <w:r>
        <w:tab/>
        <w:t>28,1 m</w:t>
      </w:r>
      <w:r w:rsidRPr="002B594D">
        <w:rPr>
          <w:vertAlign w:val="superscript"/>
        </w:rPr>
        <w:t>3</w:t>
      </w:r>
    </w:p>
    <w:p w14:paraId="7724A377" w14:textId="77777777" w:rsidR="00136D10" w:rsidRPr="00EE2003" w:rsidRDefault="00136D10" w:rsidP="00136D10">
      <w:pPr>
        <w:pStyle w:val="ListParagraph"/>
        <w:numPr>
          <w:ilvl w:val="0"/>
          <w:numId w:val="3"/>
        </w:numPr>
        <w:jc w:val="both"/>
      </w:pPr>
      <w:r>
        <w:t>Kase paberipuu</w:t>
      </w:r>
      <w:r>
        <w:tab/>
      </w:r>
      <w:r>
        <w:tab/>
        <w:t>16,3 m</w:t>
      </w:r>
      <w:r w:rsidRPr="002B594D">
        <w:rPr>
          <w:vertAlign w:val="superscript"/>
        </w:rPr>
        <w:t>3</w:t>
      </w:r>
    </w:p>
    <w:p w14:paraId="539FF3DB" w14:textId="77777777" w:rsidR="00136D10" w:rsidRDefault="00136D10" w:rsidP="00136D10">
      <w:pPr>
        <w:pStyle w:val="ListParagraph"/>
        <w:numPr>
          <w:ilvl w:val="0"/>
          <w:numId w:val="3"/>
        </w:numPr>
        <w:jc w:val="both"/>
      </w:pPr>
      <w:r>
        <w:t>Haava paberipuu</w:t>
      </w:r>
      <w:r>
        <w:tab/>
      </w:r>
      <w:r>
        <w:tab/>
        <w:t>4,6 m</w:t>
      </w:r>
      <w:r w:rsidRPr="002B594D">
        <w:rPr>
          <w:vertAlign w:val="superscript"/>
        </w:rPr>
        <w:t>3</w:t>
      </w:r>
    </w:p>
    <w:p w14:paraId="3A5B0608" w14:textId="77777777" w:rsidR="00136D10" w:rsidRPr="007B5710" w:rsidRDefault="00136D10" w:rsidP="00136D10">
      <w:pPr>
        <w:pStyle w:val="ListParagraph"/>
        <w:numPr>
          <w:ilvl w:val="0"/>
          <w:numId w:val="3"/>
        </w:numPr>
        <w:jc w:val="both"/>
      </w:pPr>
      <w:r>
        <w:t>Lehtpuu küttepuit</w:t>
      </w:r>
      <w:r>
        <w:tab/>
      </w:r>
      <w:r>
        <w:tab/>
        <w:t>55,2 m</w:t>
      </w:r>
      <w:r w:rsidRPr="002B594D">
        <w:rPr>
          <w:vertAlign w:val="superscript"/>
        </w:rPr>
        <w:t>3</w:t>
      </w:r>
    </w:p>
    <w:p w14:paraId="510322D8" w14:textId="77777777" w:rsidR="00136D10" w:rsidRDefault="00136D10" w:rsidP="00136D10">
      <w:pPr>
        <w:pStyle w:val="ListParagraph"/>
        <w:numPr>
          <w:ilvl w:val="0"/>
          <w:numId w:val="3"/>
        </w:numPr>
        <w:jc w:val="both"/>
      </w:pPr>
      <w:r>
        <w:t>Okaspuu küttepuit               6,1 m</w:t>
      </w:r>
      <w:r w:rsidRPr="0030388B">
        <w:rPr>
          <w:vertAlign w:val="superscript"/>
        </w:rPr>
        <w:t>3</w:t>
      </w:r>
    </w:p>
    <w:p w14:paraId="75CBD8AE" w14:textId="77777777" w:rsidR="00BB2375" w:rsidRDefault="00BB2375" w:rsidP="00BB2375">
      <w:pPr>
        <w:jc w:val="both"/>
      </w:pPr>
    </w:p>
    <w:p w14:paraId="0253AF83" w14:textId="6C16592E" w:rsidR="001F652B" w:rsidRDefault="00BB2375" w:rsidP="00BB2375">
      <w:pPr>
        <w:jc w:val="both"/>
      </w:pPr>
      <w:r>
        <w:t xml:space="preserve">Kokku:                                           </w:t>
      </w:r>
      <w:r w:rsidR="00A70EBF">
        <w:t>141,7</w:t>
      </w:r>
      <w:r w:rsidRPr="00BB2375">
        <w:t xml:space="preserve"> m</w:t>
      </w:r>
      <w:r w:rsidRPr="00BB2375">
        <w:rPr>
          <w:vertAlign w:val="superscript"/>
        </w:rPr>
        <w:t>3</w:t>
      </w:r>
      <w:r>
        <w:t>.</w:t>
      </w:r>
    </w:p>
    <w:p w14:paraId="1DD98D3F" w14:textId="77777777" w:rsidR="00D5383A" w:rsidRDefault="00D5383A" w:rsidP="008831D9">
      <w:pPr>
        <w:jc w:val="both"/>
      </w:pPr>
    </w:p>
    <w:p w14:paraId="3E0C6528" w14:textId="77777777" w:rsidR="00AD1C13" w:rsidRDefault="00020B81" w:rsidP="008831D9">
      <w:pPr>
        <w:jc w:val="both"/>
      </w:pPr>
      <w:r>
        <w:t>3</w:t>
      </w:r>
      <w:r w:rsidR="00AD1C13">
        <w:t>. Käesoleva akti allkirjastamisega kinnitavad RMK ja maaomanik, et neil puuduvad teineteise vastu käesoleva akti punktis 1 nimetatud maaüksusel tehtud raiest, sealhulgas üleantud kogusest ja tööde kvalit</w:t>
      </w:r>
      <w:r w:rsidR="008831D9">
        <w:t>eedist tulenevad pretensioonid.</w:t>
      </w:r>
    </w:p>
    <w:p w14:paraId="7C917D01" w14:textId="77777777" w:rsidR="008831D9" w:rsidRDefault="008831D9">
      <w:pPr>
        <w:sectPr w:rsidR="008831D9">
          <w:type w:val="continuous"/>
          <w:pgSz w:w="11906" w:h="16838" w:code="9"/>
          <w:pgMar w:top="907" w:right="1416" w:bottom="737" w:left="1701" w:header="454" w:footer="567" w:gutter="0"/>
          <w:cols w:space="708"/>
          <w:formProt w:val="0"/>
          <w:titlePg/>
        </w:sectPr>
      </w:pPr>
    </w:p>
    <w:p w14:paraId="74758885" w14:textId="77777777" w:rsidR="00AD1C13" w:rsidRDefault="00AD1C13"/>
    <w:p w14:paraId="212A6E9A" w14:textId="77777777" w:rsidR="00F07D84" w:rsidRDefault="00F07D84">
      <w:pPr>
        <w:rPr>
          <w:b/>
        </w:rPr>
      </w:pPr>
    </w:p>
    <w:p w14:paraId="3B489A91" w14:textId="77777777" w:rsidR="00F07D84" w:rsidRDefault="00F07D84">
      <w:pPr>
        <w:rPr>
          <w:b/>
        </w:rPr>
      </w:pPr>
    </w:p>
    <w:p w14:paraId="2175A8FE" w14:textId="77777777" w:rsidR="00F07D84" w:rsidRDefault="00F07D84">
      <w:pPr>
        <w:rPr>
          <w:b/>
        </w:rPr>
      </w:pPr>
    </w:p>
    <w:p w14:paraId="040027DE" w14:textId="77777777" w:rsidR="00F07D84" w:rsidRDefault="00F07D84">
      <w:pPr>
        <w:rPr>
          <w:b/>
        </w:rPr>
      </w:pPr>
    </w:p>
    <w:p w14:paraId="5C034B94" w14:textId="39E0E6B9" w:rsidR="00AD1C13" w:rsidRPr="000C0958" w:rsidRDefault="00AD1C13">
      <w:pPr>
        <w:rPr>
          <w:b/>
        </w:rPr>
      </w:pPr>
      <w:r w:rsidRPr="000C0958">
        <w:rPr>
          <w:b/>
        </w:rPr>
        <w:t>RMK:</w:t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 w:rsidRPr="000C0958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C0958">
        <w:rPr>
          <w:b/>
        </w:rPr>
        <w:t>Maaomanik</w:t>
      </w:r>
    </w:p>
    <w:p w14:paraId="057750F3" w14:textId="4564169E" w:rsidR="00AD1C13" w:rsidRDefault="00AD1C13">
      <w:pPr>
        <w:tabs>
          <w:tab w:val="left" w:pos="4320"/>
        </w:tabs>
        <w:jc w:val="both"/>
      </w:pPr>
      <w:r>
        <w:t>Riigimetsa Majandam</w:t>
      </w:r>
      <w:r w:rsidR="00E52277">
        <w:t>ise Keskus</w:t>
      </w:r>
      <w:r w:rsidR="00E52277">
        <w:tab/>
      </w:r>
      <w:r w:rsidR="00811124">
        <w:tab/>
      </w:r>
      <w:proofErr w:type="spellStart"/>
      <w:r w:rsidR="00AF0942">
        <w:t>Priimo</w:t>
      </w:r>
      <w:proofErr w:type="spellEnd"/>
      <w:r w:rsidR="00AF0942">
        <w:t xml:space="preserve"> Mets OÜ</w:t>
      </w:r>
      <w:r w:rsidR="00C26A30">
        <w:t xml:space="preserve">, registrikood: </w:t>
      </w:r>
      <w:r w:rsidR="004E374F" w:rsidRPr="004E374F">
        <w:t>10359883</w:t>
      </w:r>
      <w:r w:rsidR="00ED514B">
        <w:t>,</w:t>
      </w:r>
    </w:p>
    <w:p w14:paraId="4D692822" w14:textId="2FE3BA98" w:rsidR="00357E7C" w:rsidRDefault="00AD1C13">
      <w:pPr>
        <w:tabs>
          <w:tab w:val="left" w:pos="4320"/>
        </w:tabs>
        <w:jc w:val="both"/>
      </w:pPr>
      <w:r>
        <w:t>Re</w:t>
      </w:r>
      <w:r w:rsidR="00207E90">
        <w:t>gistrikood</w:t>
      </w:r>
      <w:r w:rsidR="003E2596">
        <w:t xml:space="preserve"> 70004459</w:t>
      </w:r>
      <w:r w:rsidR="003E2596">
        <w:tab/>
      </w:r>
      <w:r w:rsidR="003E2596">
        <w:tab/>
      </w:r>
      <w:r w:rsidR="00806A7A">
        <w:t>J</w:t>
      </w:r>
      <w:r w:rsidR="007D68DA" w:rsidRPr="007D68DA">
        <w:t xml:space="preserve">uhatuse liige  </w:t>
      </w:r>
      <w:r w:rsidR="004E374F">
        <w:t xml:space="preserve">Aivo </w:t>
      </w:r>
      <w:proofErr w:type="spellStart"/>
      <w:r w:rsidR="004E374F">
        <w:t>Mündel</w:t>
      </w:r>
      <w:proofErr w:type="spellEnd"/>
      <w:r w:rsidR="004C3340">
        <w:t>,</w:t>
      </w:r>
    </w:p>
    <w:p w14:paraId="7CCFB9ED" w14:textId="1F27C489" w:rsidR="00BB2375" w:rsidRDefault="00764539" w:rsidP="00BB2375">
      <w:pPr>
        <w:tabs>
          <w:tab w:val="left" w:pos="4320"/>
        </w:tabs>
        <w:ind w:left="4760" w:hanging="4760"/>
        <w:jc w:val="both"/>
      </w:pPr>
      <w:r>
        <w:t>Toompuiestee 24</w:t>
      </w:r>
      <w:r w:rsidR="00CA3A20">
        <w:t>,</w:t>
      </w:r>
      <w:r w:rsidR="00AD1C13">
        <w:t xml:space="preserve"> T</w:t>
      </w:r>
      <w:r>
        <w:t xml:space="preserve">allinn </w:t>
      </w:r>
      <w:r w:rsidR="00E52277">
        <w:tab/>
      </w:r>
      <w:r w:rsidR="00E52277">
        <w:tab/>
      </w:r>
      <w:r w:rsidR="001D32AC">
        <w:t>Rapla</w:t>
      </w:r>
      <w:r w:rsidR="002B6098" w:rsidRPr="002B6098">
        <w:t xml:space="preserve"> maakond, </w:t>
      </w:r>
      <w:r w:rsidR="001D32AC">
        <w:t xml:space="preserve">Kohila vald, </w:t>
      </w:r>
      <w:proofErr w:type="spellStart"/>
      <w:r w:rsidR="001D32AC">
        <w:t>Sutlema</w:t>
      </w:r>
      <w:proofErr w:type="spellEnd"/>
      <w:r w:rsidR="001D32AC">
        <w:t xml:space="preserve"> küla</w:t>
      </w:r>
      <w:r w:rsidR="00277EE9">
        <w:t>,</w:t>
      </w:r>
      <w:r w:rsidR="002B6098" w:rsidRPr="002B6098">
        <w:t xml:space="preserve"> </w:t>
      </w:r>
      <w:r w:rsidR="008B3851">
        <w:t>Metsapunkti tee 1</w:t>
      </w:r>
      <w:r w:rsidR="002B6098" w:rsidRPr="002B6098">
        <w:t xml:space="preserve">, </w:t>
      </w:r>
      <w:r w:rsidR="00364CBC">
        <w:t>79710</w:t>
      </w:r>
    </w:p>
    <w:p w14:paraId="615240D6" w14:textId="087F3182" w:rsidR="00323CD4" w:rsidRDefault="00AD1C13" w:rsidP="00FD2290">
      <w:pPr>
        <w:tabs>
          <w:tab w:val="left" w:pos="4320"/>
        </w:tabs>
        <w:ind w:left="4760" w:hanging="4760"/>
        <w:jc w:val="both"/>
      </w:pPr>
      <w:r>
        <w:t>Tel.</w:t>
      </w:r>
      <w:r w:rsidR="007743FF" w:rsidRPr="007743FF">
        <w:t xml:space="preserve"> </w:t>
      </w:r>
      <w:r w:rsidR="00D31BCA">
        <w:t>+37256993446</w:t>
      </w:r>
      <w:r w:rsidR="00E52277">
        <w:tab/>
      </w:r>
      <w:r w:rsidR="00E52277">
        <w:tab/>
      </w:r>
      <w:r w:rsidR="00346689">
        <w:t>Tel</w:t>
      </w:r>
      <w:r w:rsidR="000F4EE1">
        <w:t>.</w:t>
      </w:r>
      <w:r w:rsidR="000F4EE1">
        <w:rPr>
          <w:color w:val="FFFFFF" w:themeColor="background1"/>
        </w:rPr>
        <w:t>.</w:t>
      </w:r>
      <w:r w:rsidR="000F4EE1" w:rsidRPr="000F4EE1">
        <w:t>+372</w:t>
      </w:r>
      <w:r w:rsidR="00364CBC" w:rsidRPr="00364CBC">
        <w:t>4890696</w:t>
      </w:r>
      <w:r w:rsidR="000F4EE1" w:rsidRPr="000F4EE1">
        <w:t xml:space="preserve">                                                                         </w:t>
      </w:r>
      <w:r w:rsidR="00552C75">
        <w:rPr>
          <w:iCs/>
          <w:lang w:val="en-US"/>
        </w:rPr>
        <w:t xml:space="preserve">                                                                          </w:t>
      </w:r>
      <w:r w:rsidR="00552C75">
        <w:t xml:space="preserve"> </w:t>
      </w:r>
    </w:p>
    <w:p w14:paraId="641C3796" w14:textId="0D6B48C3" w:rsidR="008831D9" w:rsidRDefault="007743FF">
      <w:pPr>
        <w:tabs>
          <w:tab w:val="left" w:pos="4320"/>
        </w:tabs>
        <w:jc w:val="both"/>
      </w:pPr>
      <w:r>
        <w:t>E-post</w:t>
      </w:r>
      <w:r w:rsidR="006820F4">
        <w:t>:</w:t>
      </w:r>
      <w:r>
        <w:t xml:space="preserve"> </w:t>
      </w:r>
      <w:hyperlink r:id="rId10" w:history="1">
        <w:r w:rsidR="00BB2375" w:rsidRPr="00843E03">
          <w:rPr>
            <w:rStyle w:val="Hyperlink"/>
          </w:rPr>
          <w:t>priit.langi@rmk.ee</w:t>
        </w:r>
      </w:hyperlink>
      <w:r w:rsidR="00BB2375">
        <w:t xml:space="preserve"> </w:t>
      </w:r>
      <w:r>
        <w:tab/>
      </w:r>
      <w:r>
        <w:tab/>
      </w:r>
      <w:r w:rsidR="00D5383A">
        <w:t>E-post</w:t>
      </w:r>
      <w:r w:rsidR="006820F4">
        <w:t>:</w:t>
      </w:r>
      <w:r w:rsidR="00C47441">
        <w:t xml:space="preserve"> </w:t>
      </w:r>
      <w:hyperlink r:id="rId11" w:history="1">
        <w:r w:rsidR="006820F4" w:rsidRPr="000E1129">
          <w:rPr>
            <w:rStyle w:val="Hyperlink"/>
          </w:rPr>
          <w:t>priimo.mets@priimo.ee</w:t>
        </w:r>
      </w:hyperlink>
      <w:r w:rsidR="006820F4">
        <w:t xml:space="preserve"> </w:t>
      </w:r>
    </w:p>
    <w:p w14:paraId="298D72B3" w14:textId="77777777" w:rsidR="00AD1C13" w:rsidRDefault="00ED6467">
      <w:pPr>
        <w:tabs>
          <w:tab w:val="left" w:pos="4320"/>
        </w:tabs>
        <w:jc w:val="both"/>
      </w:pPr>
      <w:r>
        <w:t>/allkirjastatud digitaalselt/</w:t>
      </w:r>
      <w:r w:rsidR="00811124">
        <w:tab/>
      </w:r>
      <w:r w:rsidR="00811124">
        <w:tab/>
      </w:r>
      <w:r>
        <w:t>/allkirjastatud digitaalselt/</w:t>
      </w:r>
    </w:p>
    <w:p w14:paraId="3DBC4668" w14:textId="4F0FE450" w:rsidR="004D2E2C" w:rsidRPr="002E0694" w:rsidRDefault="00BB2375" w:rsidP="004D2E2C">
      <w:pPr>
        <w:rPr>
          <w:iCs/>
        </w:rPr>
      </w:pPr>
      <w:r>
        <w:rPr>
          <w:iCs/>
        </w:rPr>
        <w:t>Priit Langi</w:t>
      </w:r>
      <w:r w:rsidR="00346689">
        <w:rPr>
          <w:iCs/>
        </w:rPr>
        <w:tab/>
      </w:r>
      <w:r w:rsidR="00346689">
        <w:rPr>
          <w:iCs/>
        </w:rPr>
        <w:tab/>
      </w:r>
      <w:r w:rsidR="00346689">
        <w:rPr>
          <w:iCs/>
        </w:rPr>
        <w:tab/>
      </w:r>
      <w:r w:rsidR="00811124">
        <w:rPr>
          <w:iCs/>
        </w:rPr>
        <w:tab/>
      </w:r>
      <w:r w:rsidR="00811124">
        <w:rPr>
          <w:iCs/>
        </w:rPr>
        <w:tab/>
      </w:r>
      <w:r w:rsidR="008831D9" w:rsidRPr="008831D9">
        <w:rPr>
          <w:iCs/>
        </w:rPr>
        <w:t xml:space="preserve"> </w:t>
      </w:r>
    </w:p>
    <w:p w14:paraId="7497D401" w14:textId="68E4DB89" w:rsidR="00AD1C13" w:rsidRDefault="00AD1C13">
      <w:pPr>
        <w:rPr>
          <w:i/>
          <w:iCs/>
        </w:rPr>
      </w:pPr>
      <w:r>
        <w:t xml:space="preserve">RMK Edela regiooni </w:t>
      </w:r>
      <w:r w:rsidR="00BB2375">
        <w:t>praaker</w:t>
      </w:r>
      <w:r w:rsidR="002D28B7">
        <w:t xml:space="preserve"> </w:t>
      </w:r>
    </w:p>
    <w:sectPr w:rsidR="00AD1C13" w:rsidSect="00F9661A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129E4" w14:textId="77777777" w:rsidR="00495518" w:rsidRDefault="00495518">
      <w:r>
        <w:separator/>
      </w:r>
    </w:p>
  </w:endnote>
  <w:endnote w:type="continuationSeparator" w:id="0">
    <w:p w14:paraId="09C2E91B" w14:textId="77777777" w:rsidR="00495518" w:rsidRDefault="0049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9F949" w14:textId="77777777" w:rsidR="00E52277" w:rsidRDefault="00E5227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FC5DF" w14:textId="77777777" w:rsidR="00E52277" w:rsidRDefault="00E5227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A79B5" w14:textId="77777777" w:rsidR="00E52277" w:rsidRDefault="00E5227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C2307" w14:textId="77777777" w:rsidR="00495518" w:rsidRDefault="00495518">
      <w:r>
        <w:separator/>
      </w:r>
    </w:p>
  </w:footnote>
  <w:footnote w:type="continuationSeparator" w:id="0">
    <w:p w14:paraId="0E5E98D1" w14:textId="77777777" w:rsidR="00495518" w:rsidRDefault="00495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D7D33" w14:textId="77777777" w:rsidR="00E52277" w:rsidRDefault="00E52277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A8014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1A27A" w14:textId="77777777" w:rsidR="00E52277" w:rsidRDefault="00E52277" w:rsidP="002131A5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888EB" w14:textId="77777777" w:rsidR="00E52277" w:rsidRDefault="00E5227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1A445561"/>
    <w:multiLevelType w:val="hybridMultilevel"/>
    <w:tmpl w:val="4848475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35ECE"/>
    <w:multiLevelType w:val="multilevel"/>
    <w:tmpl w:val="8CF2B1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4" w15:restartNumberingAfterBreak="0">
    <w:nsid w:val="548B2560"/>
    <w:multiLevelType w:val="hybridMultilevel"/>
    <w:tmpl w:val="2C86A0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F7276"/>
    <w:multiLevelType w:val="multilevel"/>
    <w:tmpl w:val="BE4CD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1494027923">
    <w:abstractNumId w:val="0"/>
  </w:num>
  <w:num w:numId="2" w16cid:durableId="995494759">
    <w:abstractNumId w:val="3"/>
  </w:num>
  <w:num w:numId="3" w16cid:durableId="1613977360">
    <w:abstractNumId w:val="4"/>
  </w:num>
  <w:num w:numId="4" w16cid:durableId="230046428">
    <w:abstractNumId w:val="5"/>
  </w:num>
  <w:num w:numId="5" w16cid:durableId="1353068961">
    <w:abstractNumId w:val="2"/>
  </w:num>
  <w:num w:numId="6" w16cid:durableId="200759277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304"/>
    <w:rsid w:val="000021AD"/>
    <w:rsid w:val="00020B81"/>
    <w:rsid w:val="0003026D"/>
    <w:rsid w:val="00035417"/>
    <w:rsid w:val="0004680A"/>
    <w:rsid w:val="00080474"/>
    <w:rsid w:val="000A5BD9"/>
    <w:rsid w:val="000C0958"/>
    <w:rsid w:val="000C2312"/>
    <w:rsid w:val="000E364D"/>
    <w:rsid w:val="000E5475"/>
    <w:rsid w:val="000F4EE1"/>
    <w:rsid w:val="001076BF"/>
    <w:rsid w:val="00136D10"/>
    <w:rsid w:val="00155CF8"/>
    <w:rsid w:val="00167B52"/>
    <w:rsid w:val="00176102"/>
    <w:rsid w:val="00182E92"/>
    <w:rsid w:val="001A12FA"/>
    <w:rsid w:val="001B2B07"/>
    <w:rsid w:val="001B5D76"/>
    <w:rsid w:val="001C6A86"/>
    <w:rsid w:val="001D2E07"/>
    <w:rsid w:val="001D32AC"/>
    <w:rsid w:val="001D6B51"/>
    <w:rsid w:val="001E3E86"/>
    <w:rsid w:val="001E58D2"/>
    <w:rsid w:val="001E645A"/>
    <w:rsid w:val="001F58D6"/>
    <w:rsid w:val="001F652B"/>
    <w:rsid w:val="002037BB"/>
    <w:rsid w:val="00207E90"/>
    <w:rsid w:val="002131A5"/>
    <w:rsid w:val="0022612B"/>
    <w:rsid w:val="00226C94"/>
    <w:rsid w:val="0024386D"/>
    <w:rsid w:val="00277EE9"/>
    <w:rsid w:val="00284489"/>
    <w:rsid w:val="002A7A20"/>
    <w:rsid w:val="002B2BB9"/>
    <w:rsid w:val="002B594D"/>
    <w:rsid w:val="002B6098"/>
    <w:rsid w:val="002B62BA"/>
    <w:rsid w:val="002C4DA0"/>
    <w:rsid w:val="002D28B7"/>
    <w:rsid w:val="002D44D4"/>
    <w:rsid w:val="002D6C61"/>
    <w:rsid w:val="002E0694"/>
    <w:rsid w:val="002E10C9"/>
    <w:rsid w:val="0030388B"/>
    <w:rsid w:val="003066C3"/>
    <w:rsid w:val="003103D4"/>
    <w:rsid w:val="00323CD4"/>
    <w:rsid w:val="00345BDC"/>
    <w:rsid w:val="00346689"/>
    <w:rsid w:val="00357E7C"/>
    <w:rsid w:val="00364CBC"/>
    <w:rsid w:val="00386FA0"/>
    <w:rsid w:val="003B236A"/>
    <w:rsid w:val="003B485E"/>
    <w:rsid w:val="003B5FF6"/>
    <w:rsid w:val="003B6304"/>
    <w:rsid w:val="003C2AF5"/>
    <w:rsid w:val="003D7CB2"/>
    <w:rsid w:val="003E2596"/>
    <w:rsid w:val="003E78B4"/>
    <w:rsid w:val="00454438"/>
    <w:rsid w:val="00495518"/>
    <w:rsid w:val="004C19D8"/>
    <w:rsid w:val="004C3340"/>
    <w:rsid w:val="004D2E2C"/>
    <w:rsid w:val="004D3B3F"/>
    <w:rsid w:val="004D6A17"/>
    <w:rsid w:val="004D7333"/>
    <w:rsid w:val="004D7418"/>
    <w:rsid w:val="004E374F"/>
    <w:rsid w:val="004E6FDA"/>
    <w:rsid w:val="004F6C90"/>
    <w:rsid w:val="005066B0"/>
    <w:rsid w:val="00521768"/>
    <w:rsid w:val="005273A2"/>
    <w:rsid w:val="005279BA"/>
    <w:rsid w:val="00537E2A"/>
    <w:rsid w:val="00552C75"/>
    <w:rsid w:val="00572EEF"/>
    <w:rsid w:val="00580445"/>
    <w:rsid w:val="00595AE5"/>
    <w:rsid w:val="005D3C55"/>
    <w:rsid w:val="005D58E2"/>
    <w:rsid w:val="005D6E79"/>
    <w:rsid w:val="005F3710"/>
    <w:rsid w:val="006306F3"/>
    <w:rsid w:val="00635047"/>
    <w:rsid w:val="0064636F"/>
    <w:rsid w:val="00666786"/>
    <w:rsid w:val="006820F4"/>
    <w:rsid w:val="006D20C5"/>
    <w:rsid w:val="006E0F05"/>
    <w:rsid w:val="006E13D8"/>
    <w:rsid w:val="006E5843"/>
    <w:rsid w:val="006F7250"/>
    <w:rsid w:val="00710F3F"/>
    <w:rsid w:val="00750C4C"/>
    <w:rsid w:val="00764539"/>
    <w:rsid w:val="007743FF"/>
    <w:rsid w:val="007758E5"/>
    <w:rsid w:val="00781B1A"/>
    <w:rsid w:val="00782DEF"/>
    <w:rsid w:val="007926D9"/>
    <w:rsid w:val="007B3EA9"/>
    <w:rsid w:val="007B5710"/>
    <w:rsid w:val="007C36EC"/>
    <w:rsid w:val="007D68DA"/>
    <w:rsid w:val="007E4357"/>
    <w:rsid w:val="007F384F"/>
    <w:rsid w:val="00806A7A"/>
    <w:rsid w:val="00811124"/>
    <w:rsid w:val="00844C81"/>
    <w:rsid w:val="008831D9"/>
    <w:rsid w:val="008A13A6"/>
    <w:rsid w:val="008B3851"/>
    <w:rsid w:val="008D4880"/>
    <w:rsid w:val="00905CD8"/>
    <w:rsid w:val="009769BD"/>
    <w:rsid w:val="00977702"/>
    <w:rsid w:val="00977D6C"/>
    <w:rsid w:val="009821D4"/>
    <w:rsid w:val="00992FA6"/>
    <w:rsid w:val="00996BAE"/>
    <w:rsid w:val="009A457D"/>
    <w:rsid w:val="009B5DBC"/>
    <w:rsid w:val="009C0644"/>
    <w:rsid w:val="009F731A"/>
    <w:rsid w:val="00A568D8"/>
    <w:rsid w:val="00A70EBF"/>
    <w:rsid w:val="00A80143"/>
    <w:rsid w:val="00A807AD"/>
    <w:rsid w:val="00AA2F85"/>
    <w:rsid w:val="00AB4078"/>
    <w:rsid w:val="00AD0FD9"/>
    <w:rsid w:val="00AD1C13"/>
    <w:rsid w:val="00AF0942"/>
    <w:rsid w:val="00B05310"/>
    <w:rsid w:val="00B6384F"/>
    <w:rsid w:val="00B821D0"/>
    <w:rsid w:val="00B93333"/>
    <w:rsid w:val="00B946BF"/>
    <w:rsid w:val="00B976ED"/>
    <w:rsid w:val="00BA6FC3"/>
    <w:rsid w:val="00BB2375"/>
    <w:rsid w:val="00BB385F"/>
    <w:rsid w:val="00BD47E2"/>
    <w:rsid w:val="00BD648A"/>
    <w:rsid w:val="00C26A30"/>
    <w:rsid w:val="00C324C4"/>
    <w:rsid w:val="00C47441"/>
    <w:rsid w:val="00C62470"/>
    <w:rsid w:val="00C76185"/>
    <w:rsid w:val="00C81140"/>
    <w:rsid w:val="00C867B7"/>
    <w:rsid w:val="00CA3A20"/>
    <w:rsid w:val="00CA4F63"/>
    <w:rsid w:val="00CC14A5"/>
    <w:rsid w:val="00CE5579"/>
    <w:rsid w:val="00CF10F5"/>
    <w:rsid w:val="00CF7E8D"/>
    <w:rsid w:val="00D143F0"/>
    <w:rsid w:val="00D21302"/>
    <w:rsid w:val="00D2259D"/>
    <w:rsid w:val="00D31BCA"/>
    <w:rsid w:val="00D526C4"/>
    <w:rsid w:val="00D5383A"/>
    <w:rsid w:val="00D63C7C"/>
    <w:rsid w:val="00D74F41"/>
    <w:rsid w:val="00D814F5"/>
    <w:rsid w:val="00D84D62"/>
    <w:rsid w:val="00DB3EC2"/>
    <w:rsid w:val="00DB7C0B"/>
    <w:rsid w:val="00DD79CF"/>
    <w:rsid w:val="00DE4DDA"/>
    <w:rsid w:val="00E05A55"/>
    <w:rsid w:val="00E06AF4"/>
    <w:rsid w:val="00E42F90"/>
    <w:rsid w:val="00E52277"/>
    <w:rsid w:val="00E6175F"/>
    <w:rsid w:val="00E75A58"/>
    <w:rsid w:val="00E90E00"/>
    <w:rsid w:val="00E91346"/>
    <w:rsid w:val="00EB22DA"/>
    <w:rsid w:val="00EC6810"/>
    <w:rsid w:val="00ED06E0"/>
    <w:rsid w:val="00ED514B"/>
    <w:rsid w:val="00ED6467"/>
    <w:rsid w:val="00EE2003"/>
    <w:rsid w:val="00EE2CB7"/>
    <w:rsid w:val="00EF598F"/>
    <w:rsid w:val="00F05999"/>
    <w:rsid w:val="00F07D84"/>
    <w:rsid w:val="00F21E79"/>
    <w:rsid w:val="00F664BF"/>
    <w:rsid w:val="00F73285"/>
    <w:rsid w:val="00F81425"/>
    <w:rsid w:val="00F9661A"/>
    <w:rsid w:val="00FD2290"/>
    <w:rsid w:val="00FD3966"/>
    <w:rsid w:val="00FD46BE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296BD6"/>
  <w15:docId w15:val="{4868B920-AFFF-44EF-8011-E154CC96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61A"/>
    <w:rPr>
      <w:spacing w:val="2"/>
      <w:position w:val="6"/>
      <w:sz w:val="24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661A"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link w:val="Heading2Char"/>
    <w:uiPriority w:val="99"/>
    <w:qFormat/>
    <w:rsid w:val="00F9661A"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link w:val="Heading3Char"/>
    <w:uiPriority w:val="99"/>
    <w:qFormat/>
    <w:rsid w:val="00F9661A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F9661A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F35CE"/>
    <w:rPr>
      <w:rFonts w:ascii="Cambria" w:hAnsi="Cambria" w:cs="Times New Roman"/>
      <w:b/>
      <w:bCs/>
      <w:spacing w:val="2"/>
      <w:kern w:val="32"/>
      <w:position w:val="6"/>
      <w:sz w:val="32"/>
      <w:szCs w:val="32"/>
      <w:lang w:eastAsia="en-US"/>
    </w:rPr>
  </w:style>
  <w:style w:type="character" w:customStyle="1" w:styleId="Heading2Char">
    <w:name w:val="Heading 2 Char"/>
    <w:aliases w:val="(sama) Char"/>
    <w:basedOn w:val="DefaultParagraphFont"/>
    <w:link w:val="Heading2"/>
    <w:uiPriority w:val="99"/>
    <w:semiHidden/>
    <w:locked/>
    <w:rsid w:val="00FF35CE"/>
    <w:rPr>
      <w:rFonts w:ascii="Cambria" w:hAnsi="Cambria" w:cs="Times New Roman"/>
      <w:b/>
      <w:bCs/>
      <w:i/>
      <w:iCs/>
      <w:spacing w:val="2"/>
      <w:position w:val="6"/>
      <w:sz w:val="28"/>
      <w:szCs w:val="28"/>
      <w:lang w:eastAsia="en-US"/>
    </w:rPr>
  </w:style>
  <w:style w:type="character" w:customStyle="1" w:styleId="Heading3Char">
    <w:name w:val="Heading 3 Char"/>
    <w:aliases w:val="( sama) Char"/>
    <w:basedOn w:val="DefaultParagraphFont"/>
    <w:link w:val="Heading3"/>
    <w:uiPriority w:val="99"/>
    <w:semiHidden/>
    <w:locked/>
    <w:rsid w:val="00FF35CE"/>
    <w:rPr>
      <w:rFonts w:ascii="Cambria" w:hAnsi="Cambria" w:cs="Times New Roman"/>
      <w:b/>
      <w:bCs/>
      <w:spacing w:val="2"/>
      <w:position w:val="6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F35CE"/>
    <w:rPr>
      <w:rFonts w:ascii="Calibri" w:hAnsi="Calibri" w:cs="Times New Roman"/>
      <w:b/>
      <w:bCs/>
      <w:spacing w:val="2"/>
      <w:position w:val="6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F9661A"/>
    <w:pPr>
      <w:jc w:val="center"/>
    </w:pPr>
    <w:rPr>
      <w:spacing w:val="0"/>
      <w:position w:val="0"/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customStyle="1" w:styleId="Numbering">
    <w:name w:val="Numbering"/>
    <w:basedOn w:val="Normal"/>
    <w:uiPriority w:val="99"/>
    <w:rsid w:val="00F9661A"/>
    <w:pPr>
      <w:numPr>
        <w:numId w:val="1"/>
      </w:numPr>
    </w:pPr>
  </w:style>
  <w:style w:type="paragraph" w:customStyle="1" w:styleId="Bulleting">
    <w:name w:val="Bulleting."/>
    <w:basedOn w:val="Normal"/>
    <w:uiPriority w:val="99"/>
    <w:rsid w:val="00F9661A"/>
    <w:pPr>
      <w:numPr>
        <w:numId w:val="2"/>
      </w:numPr>
      <w:tabs>
        <w:tab w:val="clear" w:pos="360"/>
      </w:tabs>
    </w:pPr>
  </w:style>
  <w:style w:type="paragraph" w:styleId="Footer">
    <w:name w:val="footer"/>
    <w:basedOn w:val="Normal"/>
    <w:link w:val="FooterChar"/>
    <w:uiPriority w:val="99"/>
    <w:rsid w:val="00F9661A"/>
    <w:rPr>
      <w:spacing w:val="0"/>
      <w:position w:val="0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F9661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FF35CE"/>
    <w:rPr>
      <w:rFonts w:cs="Times New Roman"/>
      <w:spacing w:val="2"/>
      <w:position w:val="6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99"/>
    <w:qFormat/>
    <w:rsid w:val="00977702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6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68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8111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43F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B23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iimo.mets@priimo.e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iit.langi@rmk.ee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\AppData\Local\Microsoft\Windows\Temporary%20Internet%20Files\Content.IE5\X26L86IW\akt%20ak%20m&#228;rkega%20t&#246;&#246;v&#245;tulepingu%20juurde%20f&#252;&#252;silise%20isiku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akt ak märkega töövõtulepingu juurde füüsilise isikuga</Template>
  <TotalTime>9</TotalTime>
  <Pages>2</Pages>
  <Words>353</Words>
  <Characters>2052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ASUTUSESISESEKS KASUTAMISEKS</vt:lpstr>
      <vt:lpstr>ASUTUSESISESEKS KASUTAMISEKS</vt:lpstr>
      <vt:lpstr>ASUTUSESISESEKS KASUTAMISEKS</vt:lpstr>
    </vt:vector>
  </TitlesOfParts>
  <Company>DF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ASUTUSESISESEKS KASUTAMISEKS</dc:title>
  <dc:creator>User</dc:creator>
  <cp:lastModifiedBy>Priit Langi</cp:lastModifiedBy>
  <cp:revision>5</cp:revision>
  <cp:lastPrinted>2016-11-25T11:44:00Z</cp:lastPrinted>
  <dcterms:created xsi:type="dcterms:W3CDTF">2025-12-12T07:39:00Z</dcterms:created>
  <dcterms:modified xsi:type="dcterms:W3CDTF">2025-12-12T09:18:00Z</dcterms:modified>
</cp:coreProperties>
</file>